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3790F" w14:textId="77777777" w:rsidR="00C255E3" w:rsidRDefault="001F6944">
      <w:pPr>
        <w:rPr>
          <w:rFonts w:ascii="Calibri" w:hAnsi="Calibri"/>
        </w:rPr>
      </w:pPr>
      <w:r w:rsidRPr="001F6944">
        <w:rPr>
          <w:rFonts w:ascii="Calibri" w:hAnsi="Calibri"/>
        </w:rPr>
        <w:t xml:space="preserve">Name: </w:t>
      </w:r>
      <w:r>
        <w:rPr>
          <w:rFonts w:ascii="Calibri" w:hAnsi="Calibri"/>
        </w:rPr>
        <w:t>_______________________________</w:t>
      </w:r>
      <w:r>
        <w:rPr>
          <w:rFonts w:ascii="Calibri" w:hAnsi="Calibri"/>
        </w:rPr>
        <w:tab/>
        <w:t>Period: ______</w:t>
      </w:r>
      <w:r>
        <w:rPr>
          <w:rFonts w:ascii="Calibri" w:hAnsi="Calibri"/>
        </w:rPr>
        <w:tab/>
        <w:t>Date: _____________</w:t>
      </w:r>
    </w:p>
    <w:p w14:paraId="0E5801A1" w14:textId="77777777" w:rsidR="001F6944" w:rsidRDefault="001F6944" w:rsidP="001F6944">
      <w:pPr>
        <w:rPr>
          <w:rFonts w:ascii="Calibri" w:hAnsi="Calibri"/>
        </w:rPr>
      </w:pPr>
    </w:p>
    <w:p w14:paraId="61433469" w14:textId="2C9CC7E2" w:rsidR="001F6944" w:rsidRPr="001F6944" w:rsidRDefault="006553EE" w:rsidP="001F6944">
      <w:pPr>
        <w:jc w:val="center"/>
        <w:rPr>
          <w:rFonts w:ascii="Calibri" w:hAnsi="Calibri"/>
          <w:b/>
          <w:sz w:val="36"/>
          <w:szCs w:val="36"/>
        </w:rPr>
      </w:pPr>
      <w:r>
        <w:rPr>
          <w:rFonts w:ascii="Calibri" w:hAnsi="Calibri"/>
          <w:b/>
          <w:sz w:val="36"/>
          <w:szCs w:val="36"/>
        </w:rPr>
        <w:t>M</w:t>
      </w:r>
      <w:r w:rsidR="00F93BB4">
        <w:rPr>
          <w:rFonts w:ascii="Calibri" w:hAnsi="Calibri"/>
          <w:b/>
          <w:sz w:val="36"/>
          <w:szCs w:val="36"/>
        </w:rPr>
        <w:t>ulti-Step Unit Conversions HW</w:t>
      </w:r>
    </w:p>
    <w:p w14:paraId="6A3E7F73" w14:textId="77777777" w:rsidR="001F6944" w:rsidRDefault="001F6944" w:rsidP="001F6944">
      <w:pPr>
        <w:rPr>
          <w:rFonts w:ascii="Calibri" w:hAnsi="Calibri"/>
        </w:rPr>
      </w:pPr>
    </w:p>
    <w:p w14:paraId="7AAC60C6" w14:textId="78B99168" w:rsidR="006553EE" w:rsidRPr="006553EE" w:rsidRDefault="006553EE" w:rsidP="006553EE">
      <w:pPr>
        <w:numPr>
          <w:ilvl w:val="0"/>
          <w:numId w:val="2"/>
        </w:numPr>
        <w:rPr>
          <w:rFonts w:ascii="Calibri" w:hAnsi="Calibri"/>
        </w:rPr>
      </w:pPr>
      <w:r w:rsidRPr="006553EE">
        <w:rPr>
          <w:rFonts w:ascii="Calibri" w:hAnsi="Calibri"/>
        </w:rPr>
        <w:t xml:space="preserve">There is a food fight in the cafeteria.  It costs $0.25 for </w:t>
      </w:r>
      <w:r w:rsidR="00485D91">
        <w:rPr>
          <w:rFonts w:ascii="Calibri" w:hAnsi="Calibri"/>
        </w:rPr>
        <w:t>18</w:t>
      </w:r>
      <w:r w:rsidRPr="006553EE">
        <w:rPr>
          <w:rFonts w:ascii="Calibri" w:hAnsi="Calibri"/>
        </w:rPr>
        <w:t xml:space="preserve"> grams of mashed potato, and each person is given 1 hot dog with every 24 grams of mashed potato they get.  If </w:t>
      </w:r>
      <w:r w:rsidR="00F93BB4">
        <w:rPr>
          <w:rFonts w:ascii="Calibri" w:hAnsi="Calibri"/>
        </w:rPr>
        <w:t>Alicia</w:t>
      </w:r>
      <w:r w:rsidRPr="006553EE">
        <w:rPr>
          <w:rFonts w:ascii="Calibri" w:hAnsi="Calibri"/>
        </w:rPr>
        <w:t xml:space="preserve"> has 14 quarters, how many hot dogs can she get?</w:t>
      </w:r>
    </w:p>
    <w:p w14:paraId="420991C0" w14:textId="77777777" w:rsidR="006553EE" w:rsidRDefault="006553EE" w:rsidP="006553EE">
      <w:pPr>
        <w:rPr>
          <w:rFonts w:ascii="Calibri" w:hAnsi="Calibri"/>
        </w:rPr>
      </w:pPr>
    </w:p>
    <w:p w14:paraId="04295C7A" w14:textId="77777777" w:rsidR="006553EE" w:rsidRDefault="006553EE" w:rsidP="006553EE">
      <w:pPr>
        <w:rPr>
          <w:rFonts w:ascii="Calibri" w:hAnsi="Calibri"/>
        </w:rPr>
      </w:pPr>
    </w:p>
    <w:p w14:paraId="41CD731C" w14:textId="77777777" w:rsidR="006553EE" w:rsidRDefault="006553EE" w:rsidP="006553EE">
      <w:pPr>
        <w:rPr>
          <w:rFonts w:ascii="Calibri" w:hAnsi="Calibri"/>
        </w:rPr>
      </w:pPr>
    </w:p>
    <w:p w14:paraId="01C5DB42" w14:textId="77777777" w:rsidR="006553EE" w:rsidRDefault="006553EE" w:rsidP="006553EE">
      <w:pPr>
        <w:rPr>
          <w:rFonts w:ascii="Calibri" w:hAnsi="Calibri"/>
        </w:rPr>
      </w:pPr>
    </w:p>
    <w:p w14:paraId="1E791D8A" w14:textId="77777777" w:rsidR="006553EE" w:rsidRPr="006553EE" w:rsidRDefault="006553EE" w:rsidP="006553EE">
      <w:pPr>
        <w:rPr>
          <w:rFonts w:ascii="Calibri" w:hAnsi="Calibri"/>
        </w:rPr>
      </w:pPr>
    </w:p>
    <w:p w14:paraId="276EF135" w14:textId="40802075" w:rsidR="006553EE" w:rsidRPr="006553EE" w:rsidRDefault="006553EE" w:rsidP="006553EE">
      <w:pPr>
        <w:numPr>
          <w:ilvl w:val="0"/>
          <w:numId w:val="2"/>
        </w:numPr>
        <w:rPr>
          <w:rFonts w:ascii="Calibri" w:hAnsi="Calibri"/>
        </w:rPr>
      </w:pPr>
      <w:r w:rsidRPr="006553EE">
        <w:rPr>
          <w:rFonts w:ascii="Calibri" w:hAnsi="Calibri"/>
        </w:rPr>
        <w:t xml:space="preserve">A car rental place has a special on cars – a Toyota 4-Runner can be rented for $14.25 an hour, and a Porsche 911 can be rented for $35 an hour.  How many hours can </w:t>
      </w:r>
      <w:proofErr w:type="spellStart"/>
      <w:r w:rsidR="00F93BB4">
        <w:rPr>
          <w:rFonts w:ascii="Calibri" w:hAnsi="Calibri"/>
        </w:rPr>
        <w:t>Ajania</w:t>
      </w:r>
      <w:proofErr w:type="spellEnd"/>
      <w:r w:rsidRPr="006553EE">
        <w:rPr>
          <w:rFonts w:ascii="Calibri" w:hAnsi="Calibri"/>
        </w:rPr>
        <w:t xml:space="preserve"> rent the 4-Runner if she has $125.46? </w:t>
      </w:r>
    </w:p>
    <w:p w14:paraId="66283FF7" w14:textId="77777777" w:rsidR="006553EE" w:rsidRDefault="006553EE" w:rsidP="006553EE">
      <w:pPr>
        <w:rPr>
          <w:rFonts w:ascii="Calibri" w:hAnsi="Calibri"/>
        </w:rPr>
      </w:pPr>
    </w:p>
    <w:p w14:paraId="312ACC09" w14:textId="77777777" w:rsidR="006553EE" w:rsidRDefault="006553EE" w:rsidP="006553EE">
      <w:pPr>
        <w:rPr>
          <w:rFonts w:ascii="Calibri" w:hAnsi="Calibri"/>
        </w:rPr>
      </w:pPr>
    </w:p>
    <w:p w14:paraId="51E23EEC" w14:textId="77777777" w:rsidR="006553EE" w:rsidRDefault="006553EE" w:rsidP="006553EE">
      <w:pPr>
        <w:rPr>
          <w:rFonts w:ascii="Calibri" w:hAnsi="Calibri"/>
        </w:rPr>
      </w:pPr>
    </w:p>
    <w:p w14:paraId="6F94D2C7" w14:textId="77777777" w:rsidR="006553EE" w:rsidRDefault="006553EE" w:rsidP="006553EE">
      <w:pPr>
        <w:rPr>
          <w:rFonts w:ascii="Calibri" w:hAnsi="Calibri"/>
        </w:rPr>
      </w:pPr>
    </w:p>
    <w:p w14:paraId="3B66FD7A" w14:textId="77777777" w:rsidR="006553EE" w:rsidRPr="006553EE" w:rsidRDefault="006553EE" w:rsidP="006553EE">
      <w:pPr>
        <w:rPr>
          <w:rFonts w:ascii="Calibri" w:hAnsi="Calibri"/>
        </w:rPr>
      </w:pPr>
    </w:p>
    <w:p w14:paraId="7916FB6C" w14:textId="77777777" w:rsidR="006553EE" w:rsidRPr="006553EE" w:rsidRDefault="006553EE" w:rsidP="006553EE">
      <w:pPr>
        <w:rPr>
          <w:rFonts w:ascii="Calibri" w:hAnsi="Calibri"/>
        </w:rPr>
      </w:pPr>
    </w:p>
    <w:p w14:paraId="01B850BB" w14:textId="409A4537" w:rsidR="006553EE" w:rsidRPr="006553EE" w:rsidRDefault="006553EE" w:rsidP="006553EE">
      <w:pPr>
        <w:numPr>
          <w:ilvl w:val="0"/>
          <w:numId w:val="2"/>
        </w:numPr>
        <w:rPr>
          <w:rFonts w:ascii="Calibri" w:hAnsi="Calibri"/>
        </w:rPr>
      </w:pPr>
      <w:r w:rsidRPr="006553EE">
        <w:rPr>
          <w:rFonts w:ascii="Calibri" w:hAnsi="Calibri"/>
        </w:rPr>
        <w:t xml:space="preserve">At a zucchini party, 25 people are given 14 zucchinis each.  If there are 2 zucchinis in a pound and a pound costs $1.25, how much money does </w:t>
      </w:r>
      <w:r w:rsidR="00F93BB4">
        <w:rPr>
          <w:rFonts w:ascii="Calibri" w:hAnsi="Calibri"/>
        </w:rPr>
        <w:t>Zoe</w:t>
      </w:r>
      <w:r w:rsidRPr="006553EE">
        <w:rPr>
          <w:rFonts w:ascii="Calibri" w:hAnsi="Calibri"/>
        </w:rPr>
        <w:t xml:space="preserve"> (the hostess) have to spend so that everyone has enough zucchinis? </w:t>
      </w:r>
    </w:p>
    <w:p w14:paraId="16FDB807" w14:textId="77777777" w:rsidR="006553EE" w:rsidRDefault="006553EE" w:rsidP="006553EE">
      <w:pPr>
        <w:rPr>
          <w:rFonts w:ascii="Calibri" w:hAnsi="Calibri"/>
        </w:rPr>
      </w:pPr>
    </w:p>
    <w:p w14:paraId="1E89B0D3" w14:textId="77777777" w:rsidR="006553EE" w:rsidRDefault="006553EE" w:rsidP="006553EE">
      <w:pPr>
        <w:rPr>
          <w:rFonts w:ascii="Calibri" w:hAnsi="Calibri"/>
        </w:rPr>
      </w:pPr>
    </w:p>
    <w:p w14:paraId="235155B0" w14:textId="77777777" w:rsidR="006553EE" w:rsidRDefault="006553EE" w:rsidP="006553EE">
      <w:pPr>
        <w:rPr>
          <w:rFonts w:ascii="Calibri" w:hAnsi="Calibri"/>
        </w:rPr>
      </w:pPr>
    </w:p>
    <w:p w14:paraId="0250FBE9" w14:textId="77777777" w:rsidR="006553EE" w:rsidRDefault="006553EE" w:rsidP="006553EE">
      <w:pPr>
        <w:rPr>
          <w:rFonts w:ascii="Calibri" w:hAnsi="Calibri"/>
        </w:rPr>
      </w:pPr>
    </w:p>
    <w:p w14:paraId="77DCCB3E" w14:textId="77777777" w:rsidR="006553EE" w:rsidRPr="006553EE" w:rsidRDefault="006553EE" w:rsidP="006553EE">
      <w:pPr>
        <w:rPr>
          <w:rFonts w:ascii="Calibri" w:hAnsi="Calibri"/>
        </w:rPr>
      </w:pPr>
    </w:p>
    <w:p w14:paraId="6C6E132B" w14:textId="77777777" w:rsidR="006553EE" w:rsidRPr="006553EE" w:rsidRDefault="006553EE" w:rsidP="006553EE">
      <w:pPr>
        <w:rPr>
          <w:rFonts w:ascii="Calibri" w:hAnsi="Calibri"/>
        </w:rPr>
      </w:pPr>
    </w:p>
    <w:p w14:paraId="55E23CF3" w14:textId="5DDD0E2E" w:rsidR="006553EE" w:rsidRPr="006553EE" w:rsidRDefault="00F93BB4" w:rsidP="006553EE">
      <w:pPr>
        <w:numPr>
          <w:ilvl w:val="0"/>
          <w:numId w:val="2"/>
        </w:numPr>
        <w:rPr>
          <w:rFonts w:ascii="Calibri" w:hAnsi="Calibri"/>
        </w:rPr>
      </w:pPr>
      <w:r>
        <w:rPr>
          <w:rFonts w:ascii="Calibri" w:hAnsi="Calibri"/>
        </w:rPr>
        <w:t>Lizbeth</w:t>
      </w:r>
      <w:r w:rsidR="006553EE" w:rsidRPr="006553EE">
        <w:rPr>
          <w:rFonts w:ascii="Calibri" w:hAnsi="Calibri"/>
        </w:rPr>
        <w:t xml:space="preserve"> wants to carpet her 20 ft. by 15 ft. room with some nice orange shag to impress her boyfriend.  If the rug costs $2.25 per square foot, how many quarters does she have to spend to carpet her whole room? </w:t>
      </w:r>
    </w:p>
    <w:p w14:paraId="63491882" w14:textId="77777777" w:rsidR="006553EE" w:rsidRDefault="006553EE" w:rsidP="006553EE">
      <w:pPr>
        <w:rPr>
          <w:rFonts w:ascii="Calibri" w:hAnsi="Calibri"/>
        </w:rPr>
      </w:pPr>
    </w:p>
    <w:p w14:paraId="063E1217" w14:textId="77777777" w:rsidR="006553EE" w:rsidRDefault="006553EE" w:rsidP="006553EE">
      <w:pPr>
        <w:rPr>
          <w:rFonts w:ascii="Calibri" w:hAnsi="Calibri"/>
        </w:rPr>
      </w:pPr>
    </w:p>
    <w:p w14:paraId="1648AE30" w14:textId="77777777" w:rsidR="006553EE" w:rsidRDefault="006553EE" w:rsidP="006553EE">
      <w:pPr>
        <w:rPr>
          <w:rFonts w:ascii="Calibri" w:hAnsi="Calibri"/>
        </w:rPr>
      </w:pPr>
    </w:p>
    <w:p w14:paraId="7D4F12E4" w14:textId="77777777" w:rsidR="006553EE" w:rsidRDefault="006553EE" w:rsidP="006553EE">
      <w:pPr>
        <w:rPr>
          <w:rFonts w:ascii="Calibri" w:hAnsi="Calibri"/>
        </w:rPr>
      </w:pPr>
    </w:p>
    <w:p w14:paraId="5D94C284" w14:textId="77777777" w:rsidR="006553EE" w:rsidRPr="006553EE" w:rsidRDefault="006553EE" w:rsidP="006553EE">
      <w:pPr>
        <w:rPr>
          <w:rFonts w:ascii="Calibri" w:hAnsi="Calibri"/>
        </w:rPr>
      </w:pPr>
    </w:p>
    <w:p w14:paraId="2EF72E60" w14:textId="77777777" w:rsidR="006553EE" w:rsidRPr="006553EE" w:rsidRDefault="006553EE" w:rsidP="006553EE">
      <w:pPr>
        <w:rPr>
          <w:rFonts w:ascii="Calibri" w:hAnsi="Calibri"/>
        </w:rPr>
      </w:pPr>
    </w:p>
    <w:p w14:paraId="5BBAEC58" w14:textId="1B54C467" w:rsidR="006553EE" w:rsidRPr="006553EE" w:rsidRDefault="00F93BB4" w:rsidP="006553EE">
      <w:pPr>
        <w:numPr>
          <w:ilvl w:val="0"/>
          <w:numId w:val="2"/>
        </w:numPr>
        <w:rPr>
          <w:rFonts w:ascii="Calibri" w:hAnsi="Calibri"/>
        </w:rPr>
      </w:pPr>
      <w:proofErr w:type="spellStart"/>
      <w:r>
        <w:rPr>
          <w:rFonts w:ascii="Calibri" w:hAnsi="Calibri"/>
        </w:rPr>
        <w:t>D’Jean</w:t>
      </w:r>
      <w:proofErr w:type="spellEnd"/>
      <w:r w:rsidR="006553EE" w:rsidRPr="006553EE">
        <w:rPr>
          <w:rFonts w:ascii="Calibri" w:hAnsi="Calibri"/>
        </w:rPr>
        <w:t xml:space="preserve"> is quite a chef, and he’s making falafel (he’s into Greek food this week).  If the recipe required 3 cups of powdered chick peas for every 2 cups of water, and 2 Tbs. of parsley for every ½ tsp. of salt.  If he has already used 5 cups of powdered chickpeas in a bowl, how much water should he add? </w:t>
      </w:r>
    </w:p>
    <w:p w14:paraId="2D09D326" w14:textId="77777777" w:rsidR="006553EE" w:rsidRDefault="006553EE" w:rsidP="006553EE">
      <w:pPr>
        <w:rPr>
          <w:rFonts w:ascii="Calibri" w:hAnsi="Calibri"/>
        </w:rPr>
      </w:pPr>
    </w:p>
    <w:p w14:paraId="6CF610D9" w14:textId="77777777" w:rsidR="006553EE" w:rsidRDefault="006553EE" w:rsidP="006553EE">
      <w:pPr>
        <w:rPr>
          <w:rFonts w:ascii="Calibri" w:hAnsi="Calibri"/>
        </w:rPr>
      </w:pPr>
    </w:p>
    <w:p w14:paraId="36F14FF1" w14:textId="77777777" w:rsidR="006553EE" w:rsidRDefault="006553EE" w:rsidP="006553EE">
      <w:pPr>
        <w:rPr>
          <w:rFonts w:ascii="Calibri" w:hAnsi="Calibri"/>
        </w:rPr>
      </w:pPr>
    </w:p>
    <w:p w14:paraId="629494CF" w14:textId="77777777" w:rsidR="006553EE" w:rsidRPr="006553EE" w:rsidRDefault="006553EE" w:rsidP="006553EE">
      <w:pPr>
        <w:rPr>
          <w:rFonts w:ascii="Calibri" w:hAnsi="Calibri"/>
        </w:rPr>
      </w:pPr>
    </w:p>
    <w:p w14:paraId="791DB53E" w14:textId="17BE6A52" w:rsidR="006553EE" w:rsidRPr="006553EE" w:rsidRDefault="00F93BB4" w:rsidP="006553EE">
      <w:pPr>
        <w:numPr>
          <w:ilvl w:val="0"/>
          <w:numId w:val="2"/>
        </w:numPr>
        <w:rPr>
          <w:rFonts w:ascii="Calibri" w:hAnsi="Calibri"/>
        </w:rPr>
      </w:pPr>
      <w:r>
        <w:rPr>
          <w:rFonts w:ascii="Calibri" w:hAnsi="Calibri"/>
        </w:rPr>
        <w:lastRenderedPageBreak/>
        <w:t>Jennifer</w:t>
      </w:r>
      <w:r w:rsidR="006553EE" w:rsidRPr="006553EE">
        <w:rPr>
          <w:rFonts w:ascii="Calibri" w:hAnsi="Calibri"/>
        </w:rPr>
        <w:t xml:space="preserve"> is soon to marry </w:t>
      </w:r>
      <w:r>
        <w:rPr>
          <w:rFonts w:ascii="Calibri" w:hAnsi="Calibri"/>
        </w:rPr>
        <w:t>Matthew</w:t>
      </w:r>
      <w:r w:rsidR="006553EE" w:rsidRPr="006553EE">
        <w:rPr>
          <w:rFonts w:ascii="Calibri" w:hAnsi="Calibri"/>
        </w:rPr>
        <w:t>, and she wants her veil to be 25 feet long.  If the white lace material costs $0.07 per inch, how much money will she spend?</w:t>
      </w:r>
    </w:p>
    <w:p w14:paraId="03BF08E2" w14:textId="77777777" w:rsidR="006553EE" w:rsidRDefault="006553EE" w:rsidP="006553EE">
      <w:pPr>
        <w:rPr>
          <w:rFonts w:ascii="Calibri" w:hAnsi="Calibri"/>
        </w:rPr>
      </w:pPr>
    </w:p>
    <w:p w14:paraId="52C4753B" w14:textId="77777777" w:rsidR="006553EE" w:rsidRDefault="006553EE" w:rsidP="006553EE">
      <w:pPr>
        <w:rPr>
          <w:rFonts w:ascii="Calibri" w:hAnsi="Calibri"/>
        </w:rPr>
      </w:pPr>
    </w:p>
    <w:p w14:paraId="55D23BF0" w14:textId="4B5DE6DE" w:rsidR="006553EE" w:rsidRDefault="006553EE" w:rsidP="006553EE">
      <w:pPr>
        <w:rPr>
          <w:rFonts w:ascii="Calibri" w:hAnsi="Calibri"/>
        </w:rPr>
      </w:pPr>
    </w:p>
    <w:p w14:paraId="6C6EA12C" w14:textId="6B29FC9C" w:rsidR="00F93BB4" w:rsidRDefault="00F93BB4" w:rsidP="006553EE">
      <w:pPr>
        <w:rPr>
          <w:rFonts w:ascii="Calibri" w:hAnsi="Calibri"/>
        </w:rPr>
      </w:pPr>
    </w:p>
    <w:p w14:paraId="44CCCE9A" w14:textId="77777777" w:rsidR="00F93BB4" w:rsidRDefault="00F93BB4" w:rsidP="006553EE">
      <w:pPr>
        <w:rPr>
          <w:rFonts w:ascii="Calibri" w:hAnsi="Calibri"/>
        </w:rPr>
      </w:pPr>
    </w:p>
    <w:p w14:paraId="7D52486A" w14:textId="77777777" w:rsidR="006553EE" w:rsidRDefault="006553EE" w:rsidP="006553EE">
      <w:pPr>
        <w:rPr>
          <w:rFonts w:ascii="Calibri" w:hAnsi="Calibri"/>
        </w:rPr>
      </w:pPr>
    </w:p>
    <w:p w14:paraId="58B10FBB" w14:textId="77777777" w:rsidR="006553EE" w:rsidRDefault="006553EE" w:rsidP="006553EE">
      <w:pPr>
        <w:rPr>
          <w:rFonts w:ascii="Calibri" w:hAnsi="Calibri"/>
        </w:rPr>
      </w:pPr>
    </w:p>
    <w:p w14:paraId="1BB55147" w14:textId="77777777" w:rsidR="006553EE" w:rsidRPr="006553EE" w:rsidRDefault="006553EE" w:rsidP="006553EE">
      <w:pPr>
        <w:rPr>
          <w:rFonts w:ascii="Calibri" w:hAnsi="Calibri"/>
        </w:rPr>
      </w:pPr>
    </w:p>
    <w:p w14:paraId="15FBCA31" w14:textId="2833E54A" w:rsidR="006553EE" w:rsidRPr="006553EE" w:rsidRDefault="00F93BB4" w:rsidP="006553EE">
      <w:pPr>
        <w:numPr>
          <w:ilvl w:val="0"/>
          <w:numId w:val="2"/>
        </w:numPr>
        <w:rPr>
          <w:rFonts w:ascii="Calibri" w:hAnsi="Calibri"/>
        </w:rPr>
      </w:pPr>
      <w:proofErr w:type="spellStart"/>
      <w:r>
        <w:rPr>
          <w:rFonts w:ascii="Calibri" w:hAnsi="Calibri"/>
        </w:rPr>
        <w:t>JaNei</w:t>
      </w:r>
      <w:proofErr w:type="spellEnd"/>
      <w:r w:rsidR="006553EE" w:rsidRPr="006553EE">
        <w:rPr>
          <w:rFonts w:ascii="Calibri" w:hAnsi="Calibri"/>
        </w:rPr>
        <w:t xml:space="preserve"> and </w:t>
      </w:r>
      <w:r>
        <w:rPr>
          <w:rFonts w:ascii="Calibri" w:hAnsi="Calibri"/>
        </w:rPr>
        <w:t>Sanderson</w:t>
      </w:r>
      <w:r w:rsidR="006553EE" w:rsidRPr="006553EE">
        <w:rPr>
          <w:rFonts w:ascii="Calibri" w:hAnsi="Calibri"/>
        </w:rPr>
        <w:t xml:space="preserve"> decide to throw a party to celebrate the 165</w:t>
      </w:r>
      <w:r w:rsidR="006553EE" w:rsidRPr="006553EE">
        <w:rPr>
          <w:rFonts w:ascii="Calibri" w:hAnsi="Calibri"/>
          <w:vertAlign w:val="superscript"/>
        </w:rPr>
        <w:t>th</w:t>
      </w:r>
      <w:r w:rsidR="006553EE" w:rsidRPr="006553EE">
        <w:rPr>
          <w:rFonts w:ascii="Calibri" w:hAnsi="Calibri"/>
        </w:rPr>
        <w:t xml:space="preserve"> birthday of the inventor of the periodic table – your friend and mine (Dmitri Mendeleev).  If they require a cover charge of $12 (they’re giving everyone their own pocket periodic table), and 414 guests show up, how many dollars will they make?</w:t>
      </w:r>
    </w:p>
    <w:p w14:paraId="77887285" w14:textId="77777777" w:rsidR="006553EE" w:rsidRDefault="006553EE" w:rsidP="006553EE">
      <w:pPr>
        <w:rPr>
          <w:rFonts w:ascii="Calibri" w:hAnsi="Calibri"/>
        </w:rPr>
      </w:pPr>
    </w:p>
    <w:p w14:paraId="489E4569" w14:textId="77777777" w:rsidR="006553EE" w:rsidRDefault="006553EE" w:rsidP="006553EE">
      <w:pPr>
        <w:rPr>
          <w:rFonts w:ascii="Calibri" w:hAnsi="Calibri"/>
        </w:rPr>
      </w:pPr>
    </w:p>
    <w:p w14:paraId="7AD9B8F7" w14:textId="001ED360" w:rsidR="006553EE" w:rsidRDefault="006553EE" w:rsidP="006553EE">
      <w:pPr>
        <w:rPr>
          <w:rFonts w:ascii="Calibri" w:hAnsi="Calibri"/>
        </w:rPr>
      </w:pPr>
    </w:p>
    <w:p w14:paraId="399FACCB" w14:textId="3DB4B3F3" w:rsidR="00F93BB4" w:rsidRDefault="00F93BB4" w:rsidP="006553EE">
      <w:pPr>
        <w:rPr>
          <w:rFonts w:ascii="Calibri" w:hAnsi="Calibri"/>
        </w:rPr>
      </w:pPr>
    </w:p>
    <w:p w14:paraId="58684F16" w14:textId="77777777" w:rsidR="00F93BB4" w:rsidRDefault="00F93BB4" w:rsidP="006553EE">
      <w:pPr>
        <w:rPr>
          <w:rFonts w:ascii="Calibri" w:hAnsi="Calibri"/>
        </w:rPr>
      </w:pPr>
    </w:p>
    <w:p w14:paraId="0D99C42F" w14:textId="77777777" w:rsidR="006553EE" w:rsidRDefault="006553EE" w:rsidP="006553EE">
      <w:pPr>
        <w:rPr>
          <w:rFonts w:ascii="Calibri" w:hAnsi="Calibri"/>
        </w:rPr>
      </w:pPr>
    </w:p>
    <w:p w14:paraId="5F07FAA4" w14:textId="77777777" w:rsidR="006553EE" w:rsidRDefault="006553EE" w:rsidP="006553EE">
      <w:pPr>
        <w:rPr>
          <w:rFonts w:ascii="Calibri" w:hAnsi="Calibri"/>
        </w:rPr>
      </w:pPr>
    </w:p>
    <w:p w14:paraId="50274EED" w14:textId="77777777" w:rsidR="006553EE" w:rsidRPr="006553EE" w:rsidRDefault="006553EE" w:rsidP="006553EE">
      <w:pPr>
        <w:rPr>
          <w:rFonts w:ascii="Calibri" w:hAnsi="Calibri"/>
        </w:rPr>
      </w:pPr>
    </w:p>
    <w:p w14:paraId="0F0BC2C7" w14:textId="68F32CE2" w:rsidR="006553EE" w:rsidRPr="006553EE" w:rsidRDefault="00F93BB4" w:rsidP="006553EE">
      <w:pPr>
        <w:numPr>
          <w:ilvl w:val="0"/>
          <w:numId w:val="2"/>
        </w:numPr>
        <w:rPr>
          <w:rFonts w:ascii="Calibri" w:hAnsi="Calibri"/>
        </w:rPr>
      </w:pPr>
      <w:r>
        <w:rPr>
          <w:rFonts w:ascii="Calibri" w:hAnsi="Calibri"/>
        </w:rPr>
        <w:t>Mia</w:t>
      </w:r>
      <w:r w:rsidR="006553EE" w:rsidRPr="006553EE">
        <w:rPr>
          <w:rFonts w:ascii="Calibri" w:hAnsi="Calibri"/>
        </w:rPr>
        <w:t xml:space="preserve"> wants to put purple lights on the bottom of her car, but she can’t afford to buy them right now, and must rent them.  If the lights cost 245 pennies to rent for 45 minutes and </w:t>
      </w:r>
      <w:r>
        <w:rPr>
          <w:rFonts w:ascii="Calibri" w:hAnsi="Calibri"/>
        </w:rPr>
        <w:t>Mia</w:t>
      </w:r>
      <w:r w:rsidR="006553EE" w:rsidRPr="006553EE">
        <w:rPr>
          <w:rFonts w:ascii="Calibri" w:hAnsi="Calibri"/>
        </w:rPr>
        <w:t xml:space="preserve"> has $20, how many days will she be able to rent the lights?</w:t>
      </w:r>
    </w:p>
    <w:p w14:paraId="513BF641" w14:textId="77777777" w:rsidR="006553EE" w:rsidRDefault="006553EE" w:rsidP="006553EE">
      <w:pPr>
        <w:rPr>
          <w:rFonts w:ascii="Calibri" w:hAnsi="Calibri"/>
        </w:rPr>
      </w:pPr>
    </w:p>
    <w:p w14:paraId="0462EAAB" w14:textId="77777777" w:rsidR="006553EE" w:rsidRDefault="006553EE" w:rsidP="006553EE">
      <w:pPr>
        <w:rPr>
          <w:rFonts w:ascii="Calibri" w:hAnsi="Calibri"/>
        </w:rPr>
      </w:pPr>
    </w:p>
    <w:p w14:paraId="61D1476F" w14:textId="77777777" w:rsidR="006553EE" w:rsidRDefault="006553EE" w:rsidP="006553EE">
      <w:pPr>
        <w:rPr>
          <w:rFonts w:ascii="Calibri" w:hAnsi="Calibri"/>
        </w:rPr>
      </w:pPr>
    </w:p>
    <w:p w14:paraId="34AE58B3" w14:textId="34AEE8B8" w:rsidR="006553EE" w:rsidRDefault="006553EE" w:rsidP="006553EE">
      <w:pPr>
        <w:rPr>
          <w:rFonts w:ascii="Calibri" w:hAnsi="Calibri"/>
        </w:rPr>
      </w:pPr>
    </w:p>
    <w:p w14:paraId="352299A2" w14:textId="0B6CBDF0" w:rsidR="00F93BB4" w:rsidRDefault="00F93BB4" w:rsidP="006553EE">
      <w:pPr>
        <w:rPr>
          <w:rFonts w:ascii="Calibri" w:hAnsi="Calibri"/>
        </w:rPr>
      </w:pPr>
    </w:p>
    <w:p w14:paraId="65BF4ABF" w14:textId="77777777" w:rsidR="00F93BB4" w:rsidRDefault="00F93BB4" w:rsidP="006553EE">
      <w:pPr>
        <w:rPr>
          <w:rFonts w:ascii="Calibri" w:hAnsi="Calibri"/>
        </w:rPr>
      </w:pPr>
      <w:bookmarkStart w:id="0" w:name="_GoBack"/>
      <w:bookmarkEnd w:id="0"/>
    </w:p>
    <w:p w14:paraId="1F8D89AB" w14:textId="77777777" w:rsidR="006553EE" w:rsidRDefault="006553EE" w:rsidP="006553EE">
      <w:pPr>
        <w:rPr>
          <w:rFonts w:ascii="Calibri" w:hAnsi="Calibri"/>
        </w:rPr>
      </w:pPr>
    </w:p>
    <w:p w14:paraId="13E73945" w14:textId="77777777" w:rsidR="006553EE" w:rsidRPr="006553EE" w:rsidRDefault="006553EE" w:rsidP="006553EE">
      <w:pPr>
        <w:rPr>
          <w:rFonts w:ascii="Calibri" w:hAnsi="Calibri"/>
        </w:rPr>
      </w:pPr>
    </w:p>
    <w:p w14:paraId="288CBEDF" w14:textId="243BE6E7" w:rsidR="006553EE" w:rsidRPr="006553EE" w:rsidRDefault="00F93BB4" w:rsidP="006553EE">
      <w:pPr>
        <w:numPr>
          <w:ilvl w:val="0"/>
          <w:numId w:val="2"/>
        </w:numPr>
        <w:rPr>
          <w:rFonts w:ascii="Calibri" w:hAnsi="Calibri"/>
        </w:rPr>
      </w:pPr>
      <w:r>
        <w:rPr>
          <w:rFonts w:ascii="Calibri" w:hAnsi="Calibri"/>
        </w:rPr>
        <w:t>Rodney</w:t>
      </w:r>
      <w:r w:rsidR="006553EE" w:rsidRPr="006553EE">
        <w:rPr>
          <w:rFonts w:ascii="Calibri" w:hAnsi="Calibri"/>
        </w:rPr>
        <w:t xml:space="preserve"> is a fast writer.  He can write 55 words in a minute, and he is taking an exam that is four pages long.  If he can fit 316 words on a page, how many hours will it take </w:t>
      </w:r>
      <w:r>
        <w:rPr>
          <w:rFonts w:ascii="Calibri" w:hAnsi="Calibri"/>
        </w:rPr>
        <w:t>Rodney</w:t>
      </w:r>
      <w:r w:rsidR="006553EE" w:rsidRPr="006553EE">
        <w:rPr>
          <w:rFonts w:ascii="Calibri" w:hAnsi="Calibri"/>
        </w:rPr>
        <w:t xml:space="preserve"> to finish the test?</w:t>
      </w:r>
    </w:p>
    <w:p w14:paraId="3A832A55" w14:textId="77777777" w:rsidR="006553EE" w:rsidRDefault="006553EE" w:rsidP="006553EE">
      <w:pPr>
        <w:rPr>
          <w:rFonts w:ascii="Calibri" w:hAnsi="Calibri"/>
        </w:rPr>
      </w:pPr>
    </w:p>
    <w:p w14:paraId="54FBD6FE" w14:textId="77777777" w:rsidR="006553EE" w:rsidRDefault="006553EE" w:rsidP="006553EE">
      <w:pPr>
        <w:rPr>
          <w:rFonts w:ascii="Calibri" w:hAnsi="Calibri"/>
        </w:rPr>
      </w:pPr>
    </w:p>
    <w:p w14:paraId="5C73BF7D" w14:textId="77777777" w:rsidR="006553EE" w:rsidRDefault="006553EE" w:rsidP="006553EE">
      <w:pPr>
        <w:rPr>
          <w:rFonts w:ascii="Calibri" w:hAnsi="Calibri"/>
        </w:rPr>
      </w:pPr>
    </w:p>
    <w:p w14:paraId="5F8609DB" w14:textId="77777777" w:rsidR="006553EE" w:rsidRDefault="006553EE" w:rsidP="006553EE">
      <w:pPr>
        <w:rPr>
          <w:rFonts w:ascii="Calibri" w:hAnsi="Calibri"/>
        </w:rPr>
      </w:pPr>
    </w:p>
    <w:p w14:paraId="018AB481" w14:textId="2915FB7E" w:rsidR="001F6944" w:rsidRPr="006553EE" w:rsidRDefault="001F6944" w:rsidP="00F93BB4">
      <w:pPr>
        <w:ind w:left="360"/>
        <w:rPr>
          <w:rFonts w:ascii="Calibri" w:hAnsi="Calibri"/>
        </w:rPr>
      </w:pPr>
    </w:p>
    <w:sectPr w:rsidR="001F6944" w:rsidRPr="006553EE" w:rsidSect="001F6944">
      <w:pgSz w:w="12240" w:h="15840"/>
      <w:pgMar w:top="72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61F16"/>
    <w:multiLevelType w:val="multilevel"/>
    <w:tmpl w:val="A6069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A2B074D"/>
    <w:multiLevelType w:val="singleLevel"/>
    <w:tmpl w:val="04090011"/>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3EE"/>
    <w:rsid w:val="001F6944"/>
    <w:rsid w:val="00485D91"/>
    <w:rsid w:val="006553EE"/>
    <w:rsid w:val="00C255E3"/>
    <w:rsid w:val="00EB51B2"/>
    <w:rsid w:val="00F93B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41324"/>
  <w14:defaultImageDpi w14:val="300"/>
  <w15:docId w15:val="{23FE0405-F89A-AC4C-A43A-224B4CF63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81593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Library:Application%20Support:Microsoft:Office:User%20Templates:My%20Templates:Teacher%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Macintosh%20HD:Users:Rachel:Library:Application%20Support:Microsoft:Office:User%20Templates:My%20Templates:Teacher%20Doc.dotx</Template>
  <TotalTime>0</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cp:lastPrinted>2018-03-08T12:53:00Z</cp:lastPrinted>
  <dcterms:created xsi:type="dcterms:W3CDTF">2018-03-08T14:24:00Z</dcterms:created>
  <dcterms:modified xsi:type="dcterms:W3CDTF">2018-03-08T14:24:00Z</dcterms:modified>
</cp:coreProperties>
</file>